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BBDFB8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13D7BD1" w:rsidR="00F1480E" w:rsidRPr="005404CB" w:rsidRDefault="0070405C" w:rsidP="006525B1">
            <w:pPr>
              <w:pStyle w:val="SIText"/>
            </w:pPr>
            <w:r w:rsidRPr="0070405C">
              <w:t xml:space="preserve">This version released with AMP Australian Meat Processing Training Package Version </w:t>
            </w:r>
            <w:r w:rsidR="007A29C9">
              <w:t>8</w:t>
            </w:r>
            <w:r w:rsidRPr="0070405C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204F6208" w:rsidR="00F1480E" w:rsidRPr="005404CB" w:rsidRDefault="007A29C9" w:rsidP="005404CB">
            <w:pPr>
              <w:pStyle w:val="SIUNITCODE"/>
            </w:pPr>
            <w:r w:rsidRPr="006C0A53">
              <w:t>AMP</w:t>
            </w:r>
            <w:r>
              <w:t>QUA4X</w:t>
            </w:r>
            <w:r w:rsidR="00987129">
              <w:t>21</w:t>
            </w:r>
          </w:p>
        </w:tc>
        <w:tc>
          <w:tcPr>
            <w:tcW w:w="3604" w:type="pct"/>
            <w:shd w:val="clear" w:color="auto" w:fill="auto"/>
          </w:tcPr>
          <w:p w14:paraId="0B6AAD6B" w14:textId="1861511C" w:rsidR="00A34497" w:rsidRPr="005404CB" w:rsidRDefault="00A34497" w:rsidP="00A34497">
            <w:pPr>
              <w:pStyle w:val="SIUnittitle"/>
            </w:pPr>
            <w:r w:rsidRPr="00AD768A">
              <w:rPr>
                <w:rStyle w:val="SITemporaryText-green"/>
              </w:rPr>
              <w:t>Prepare for</w:t>
            </w:r>
            <w:r w:rsidR="006C0A53" w:rsidRPr="00AD768A">
              <w:rPr>
                <w:rStyle w:val="SITemporaryText-green"/>
              </w:rPr>
              <w:t xml:space="preserve"> </w:t>
            </w:r>
            <w:r w:rsidR="007A29C9" w:rsidRPr="00AD768A">
              <w:rPr>
                <w:rStyle w:val="SITemporaryText-green"/>
              </w:rPr>
              <w:t xml:space="preserve">and respond to an </w:t>
            </w:r>
            <w:r w:rsidR="006C0A53" w:rsidRPr="00AD768A">
              <w:rPr>
                <w:rStyle w:val="SITemporaryText-green"/>
              </w:rPr>
              <w:t>external audit of the</w:t>
            </w:r>
            <w:r w:rsidR="006C0A53" w:rsidRPr="006C0A53">
              <w:t xml:space="preserve"> establishment's quality system</w:t>
            </w:r>
            <w:r w:rsidR="009A407C">
              <w:t xml:space="preserve"> 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DDE2E06" w14:textId="761946A9" w:rsidR="00FA3037" w:rsidRDefault="00FA3037" w:rsidP="00FA3037">
            <w:pPr>
              <w:pStyle w:val="SIText"/>
            </w:pPr>
            <w:r w:rsidRPr="00FA3037">
              <w:t>This unit describes the skills and knowledge required to prepare for and respond to an audit of a quality system conducted by an external party.</w:t>
            </w:r>
          </w:p>
          <w:p w14:paraId="42B8A5B9" w14:textId="77777777" w:rsidR="00FA3037" w:rsidRPr="00FA3037" w:rsidRDefault="00FA3037" w:rsidP="00FA3037">
            <w:pPr>
              <w:pStyle w:val="SIText"/>
            </w:pPr>
          </w:p>
          <w:p w14:paraId="1F98573A" w14:textId="099DB5D5" w:rsidR="00FA3037" w:rsidRDefault="00FA3037" w:rsidP="00FA3037">
            <w:pPr>
              <w:pStyle w:val="SIText"/>
            </w:pPr>
            <w:r w:rsidRPr="00FA3037">
              <w:t xml:space="preserve">This unit is applicable to managers and </w:t>
            </w:r>
            <w:r w:rsidR="007A29C9">
              <w:t>q</w:t>
            </w:r>
            <w:r w:rsidR="007A29C9" w:rsidRPr="00FA3037">
              <w:t xml:space="preserve">uality </w:t>
            </w:r>
            <w:r w:rsidR="007A29C9">
              <w:t>a</w:t>
            </w:r>
            <w:r w:rsidR="007A29C9" w:rsidRPr="00FA3037">
              <w:t xml:space="preserve">ssurance </w:t>
            </w:r>
            <w:r w:rsidRPr="00FA3037">
              <w:t>(QA) personnel who facilitate external audits by regulators, accrediting agencies, customers or overseas reviewers</w:t>
            </w:r>
            <w:r w:rsidR="00E90E20">
              <w:t xml:space="preserve"> in a food</w:t>
            </w:r>
            <w:r w:rsidR="00AD768A">
              <w:t>.</w:t>
            </w:r>
            <w:r w:rsidR="00E90E20">
              <w:t xml:space="preserve"> </w:t>
            </w:r>
          </w:p>
          <w:p w14:paraId="4FAA838C" w14:textId="77777777" w:rsidR="00FA3037" w:rsidRPr="00FA3037" w:rsidRDefault="00FA3037" w:rsidP="00FA3037">
            <w:pPr>
              <w:pStyle w:val="SIText"/>
            </w:pPr>
          </w:p>
          <w:p w14:paraId="620FA096" w14:textId="77777777" w:rsidR="007A29C9" w:rsidRPr="007A29C9" w:rsidRDefault="007A29C9" w:rsidP="007A29C9">
            <w:pPr>
              <w:pStyle w:val="SIText"/>
            </w:pPr>
            <w:r w:rsidRPr="007A29C9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0C9075C2" w14:textId="77777777" w:rsidR="007A29C9" w:rsidRPr="007A29C9" w:rsidRDefault="007A29C9" w:rsidP="007A29C9">
            <w:pPr>
              <w:pStyle w:val="SIText"/>
            </w:pPr>
          </w:p>
          <w:p w14:paraId="1D025019" w14:textId="77777777" w:rsidR="007A29C9" w:rsidRPr="007A29C9" w:rsidRDefault="007A29C9" w:rsidP="007A29C9">
            <w:pPr>
              <w:pStyle w:val="SIText"/>
            </w:pPr>
            <w:r w:rsidRPr="007A29C9">
              <w:t>No licensing, legislative or certification requirements apply to this unit at the time of publication.</w:t>
            </w:r>
          </w:p>
          <w:p w14:paraId="077C0FC6" w14:textId="1F586B3C" w:rsidR="00373436" w:rsidRPr="000754EC" w:rsidRDefault="00373436" w:rsidP="00FA3037">
            <w:pPr>
              <w:pStyle w:val="SIText"/>
            </w:pP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33AE385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40BE083C" w:rsidR="00F1480E" w:rsidRPr="005404CB" w:rsidRDefault="007A29C9" w:rsidP="005404CB">
            <w:pPr>
              <w:pStyle w:val="SIText"/>
            </w:pPr>
            <w: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53CBE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3A3848CA" w:rsidR="00553CBE" w:rsidRPr="00553CBE" w:rsidRDefault="00553CBE" w:rsidP="00553CBE">
            <w:pPr>
              <w:pStyle w:val="SIText"/>
            </w:pPr>
            <w:r w:rsidRPr="00553CBE">
              <w:t>1. Identify audit dates</w:t>
            </w:r>
          </w:p>
        </w:tc>
        <w:tc>
          <w:tcPr>
            <w:tcW w:w="3604" w:type="pct"/>
            <w:shd w:val="clear" w:color="auto" w:fill="auto"/>
          </w:tcPr>
          <w:p w14:paraId="1C4D4C78" w14:textId="77777777" w:rsidR="00553CBE" w:rsidRPr="00553CBE" w:rsidRDefault="00553CBE" w:rsidP="00553CBE">
            <w:pPr>
              <w:pStyle w:val="SIText"/>
            </w:pPr>
            <w:r w:rsidRPr="00553CBE">
              <w:t>1.1 Document and schedule known or expected dates of external audits in accordance with workplace practices</w:t>
            </w:r>
          </w:p>
          <w:p w14:paraId="0ACD8386" w14:textId="5C7B5E53" w:rsidR="00553CBE" w:rsidRPr="00553CBE" w:rsidRDefault="00553CBE" w:rsidP="00553CBE">
            <w:pPr>
              <w:pStyle w:val="SIText"/>
            </w:pPr>
            <w:r w:rsidRPr="00553CBE">
              <w:t>1.2 Confirm dates and notify all relevant company personnel</w:t>
            </w:r>
          </w:p>
        </w:tc>
      </w:tr>
      <w:tr w:rsidR="00553CBE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686C23FF" w:rsidR="00553CBE" w:rsidRPr="00553CBE" w:rsidRDefault="00553CBE" w:rsidP="00553CBE">
            <w:pPr>
              <w:pStyle w:val="SIText"/>
            </w:pPr>
            <w:r w:rsidRPr="00553CBE">
              <w:t>2. Identify audit scope</w:t>
            </w:r>
            <w:r w:rsidR="00E90E20">
              <w:t xml:space="preserve"> and </w:t>
            </w:r>
            <w:r w:rsidR="005A6E79">
              <w:t xml:space="preserve">prepare </w:t>
            </w:r>
            <w:r w:rsidR="00E90E20">
              <w:t>team</w:t>
            </w:r>
          </w:p>
        </w:tc>
        <w:tc>
          <w:tcPr>
            <w:tcW w:w="3604" w:type="pct"/>
            <w:shd w:val="clear" w:color="auto" w:fill="auto"/>
          </w:tcPr>
          <w:p w14:paraId="4EFCF9DD" w14:textId="554EBDD6" w:rsidR="00E90E20" w:rsidRDefault="00553CBE" w:rsidP="00553CBE">
            <w:pPr>
              <w:pStyle w:val="SIText"/>
            </w:pPr>
            <w:r w:rsidRPr="00553CBE">
              <w:t xml:space="preserve">2.1 </w:t>
            </w:r>
            <w:r w:rsidR="00E90E20">
              <w:t xml:space="preserve">Identify audit scope </w:t>
            </w:r>
          </w:p>
          <w:p w14:paraId="12180079" w14:textId="239EC7D8" w:rsidR="005A6E79" w:rsidRDefault="005A6E79" w:rsidP="00553CBE">
            <w:pPr>
              <w:pStyle w:val="SIText"/>
            </w:pPr>
            <w:r>
              <w:t>2.2 Identify size of audit team and roles of team members</w:t>
            </w:r>
          </w:p>
          <w:p w14:paraId="55F80716" w14:textId="37163EB8" w:rsidR="00E90E20" w:rsidRDefault="00E90E20" w:rsidP="00553CBE">
            <w:pPr>
              <w:pStyle w:val="SIText"/>
            </w:pPr>
            <w:r>
              <w:t>2.</w:t>
            </w:r>
            <w:r w:rsidR="005A6E79">
              <w:t>3</w:t>
            </w:r>
            <w:r>
              <w:t xml:space="preserve"> Assemble audit team</w:t>
            </w:r>
            <w:r w:rsidR="005A6E79" w:rsidRPr="00553CBE">
              <w:t xml:space="preserve"> </w:t>
            </w:r>
            <w:r w:rsidR="005A6E79" w:rsidRPr="005A6E79">
              <w:t>and make necessary notifications throughout the workplace</w:t>
            </w:r>
          </w:p>
          <w:p w14:paraId="6B70DD53" w14:textId="1EB5694C" w:rsidR="005A6E79" w:rsidRDefault="005A6E79" w:rsidP="00553CBE">
            <w:pPr>
              <w:pStyle w:val="SIText"/>
            </w:pPr>
            <w:r>
              <w:t>2.4 Brief audit team on scope of audit</w:t>
            </w:r>
          </w:p>
          <w:p w14:paraId="2F41F575" w14:textId="48D5A4FE" w:rsidR="00553CBE" w:rsidRPr="00553CBE" w:rsidRDefault="00E90E20" w:rsidP="00553CBE">
            <w:pPr>
              <w:pStyle w:val="SIText"/>
            </w:pPr>
            <w:r>
              <w:t>2.</w:t>
            </w:r>
            <w:r w:rsidR="005A6E79">
              <w:t>5</w:t>
            </w:r>
            <w:r>
              <w:t xml:space="preserve"> C</w:t>
            </w:r>
            <w:r w:rsidR="00553CBE" w:rsidRPr="00553CBE">
              <w:t>onvey audit scope to people affected by external audit processes</w:t>
            </w:r>
          </w:p>
        </w:tc>
      </w:tr>
      <w:tr w:rsidR="00553CBE" w:rsidRPr="00963A46" w14:paraId="49ADFC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0E383A" w14:textId="47276D7A" w:rsidR="00553CBE" w:rsidRPr="00553CBE" w:rsidRDefault="00AD768A" w:rsidP="00553CBE">
            <w:pPr>
              <w:pStyle w:val="SIText"/>
            </w:pPr>
            <w:r>
              <w:t>3</w:t>
            </w:r>
            <w:r w:rsidR="00553CBE" w:rsidRPr="00553CBE">
              <w:t>. Review internal audit reports to check areas expected to be covered in the external audit</w:t>
            </w:r>
          </w:p>
        </w:tc>
        <w:tc>
          <w:tcPr>
            <w:tcW w:w="3604" w:type="pct"/>
            <w:shd w:val="clear" w:color="auto" w:fill="auto"/>
          </w:tcPr>
          <w:p w14:paraId="25545D2B" w14:textId="4E9FCCEB" w:rsidR="00553CBE" w:rsidRPr="00553CBE" w:rsidRDefault="00AD768A" w:rsidP="00553CBE">
            <w:pPr>
              <w:pStyle w:val="SIText"/>
            </w:pPr>
            <w:r>
              <w:t>3</w:t>
            </w:r>
            <w:r w:rsidR="00553CBE" w:rsidRPr="00553CBE">
              <w:t>.1 Conduct internal audits, where necessary, and develop reports in accordance with workplace policy and procedures</w:t>
            </w:r>
          </w:p>
          <w:p w14:paraId="30870866" w14:textId="638526EA" w:rsidR="00553CBE" w:rsidRPr="00553CBE" w:rsidRDefault="00AD768A" w:rsidP="00553CBE">
            <w:pPr>
              <w:pStyle w:val="SIText"/>
            </w:pPr>
            <w:r>
              <w:t>3</w:t>
            </w:r>
            <w:r w:rsidR="00553CBE" w:rsidRPr="00553CBE">
              <w:t>.2 Review previous internal audit reports and production reports to identify past problem areas</w:t>
            </w:r>
            <w:r w:rsidR="00796A44">
              <w:t xml:space="preserve"> and corrective actions</w:t>
            </w:r>
          </w:p>
          <w:p w14:paraId="4759F95C" w14:textId="0632CD28" w:rsidR="00553CBE" w:rsidRPr="00553CBE" w:rsidRDefault="00AD768A" w:rsidP="00553CBE">
            <w:pPr>
              <w:pStyle w:val="SIText"/>
            </w:pPr>
            <w:r>
              <w:t>3</w:t>
            </w:r>
            <w:r w:rsidR="00553CBE" w:rsidRPr="00553CBE">
              <w:t>.3 Monitor and review previous problem areas</w:t>
            </w:r>
          </w:p>
          <w:p w14:paraId="0A8FCCBC" w14:textId="65F52B74" w:rsidR="00553CBE" w:rsidRPr="00553CBE" w:rsidRDefault="00AD768A" w:rsidP="00553CBE">
            <w:pPr>
              <w:pStyle w:val="SIText"/>
            </w:pPr>
            <w:r>
              <w:t>3</w:t>
            </w:r>
            <w:r w:rsidR="00553CBE" w:rsidRPr="00553CBE">
              <w:t>.4 Review previous customer complaints that reflect on food production and safety</w:t>
            </w:r>
          </w:p>
        </w:tc>
      </w:tr>
      <w:tr w:rsidR="00553CBE" w:rsidRPr="00963A46" w14:paraId="5B4C53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BF48B3" w14:textId="0990FCA0" w:rsidR="00553CBE" w:rsidRPr="00553CBE" w:rsidRDefault="00AD768A" w:rsidP="00553CBE">
            <w:pPr>
              <w:pStyle w:val="SIText"/>
            </w:pPr>
            <w:r>
              <w:t>4</w:t>
            </w:r>
            <w:r w:rsidR="00553CBE" w:rsidRPr="00553CBE">
              <w:t>. Make arrangements for the external audit process</w:t>
            </w:r>
          </w:p>
        </w:tc>
        <w:tc>
          <w:tcPr>
            <w:tcW w:w="3604" w:type="pct"/>
            <w:shd w:val="clear" w:color="auto" w:fill="auto"/>
          </w:tcPr>
          <w:p w14:paraId="46700AA0" w14:textId="1A3846CA" w:rsidR="00553CBE" w:rsidRPr="00553CBE" w:rsidRDefault="00AD768A" w:rsidP="00553CBE">
            <w:pPr>
              <w:pStyle w:val="SIText"/>
            </w:pPr>
            <w:r>
              <w:t>4</w:t>
            </w:r>
            <w:r w:rsidR="00553CBE" w:rsidRPr="00553CBE">
              <w:t>.1 Make arrangements for the external audit and confirm them with the auditors</w:t>
            </w:r>
          </w:p>
          <w:p w14:paraId="53547A4F" w14:textId="7C0083DA" w:rsidR="00553CBE" w:rsidRPr="00553CBE" w:rsidRDefault="00AD768A" w:rsidP="00553CBE">
            <w:pPr>
              <w:pStyle w:val="SIText"/>
            </w:pPr>
            <w:r>
              <w:t>4</w:t>
            </w:r>
            <w:r w:rsidR="00553CBE" w:rsidRPr="00553CBE">
              <w:t>.2 Make arrangements for greeting the external auditors and the provision of a workplace guide in accordance with workplace requirements</w:t>
            </w:r>
          </w:p>
          <w:p w14:paraId="6AE50EE6" w14:textId="3ACF458C" w:rsidR="00553CBE" w:rsidRPr="00553CBE" w:rsidRDefault="00AD768A" w:rsidP="00553CBE">
            <w:pPr>
              <w:pStyle w:val="SIText"/>
            </w:pPr>
            <w:r>
              <w:t>4</w:t>
            </w:r>
            <w:r w:rsidR="00553CBE" w:rsidRPr="00553CBE">
              <w:t>.3 Notify relevant internal departments of the arrangements</w:t>
            </w:r>
          </w:p>
          <w:p w14:paraId="7C54C667" w14:textId="3CABCF5F" w:rsidR="00553CBE" w:rsidRPr="00553CBE" w:rsidRDefault="00AD768A" w:rsidP="00553CBE">
            <w:pPr>
              <w:pStyle w:val="SIText"/>
            </w:pPr>
            <w:r>
              <w:t>4</w:t>
            </w:r>
            <w:r w:rsidR="00553CBE" w:rsidRPr="00553CBE">
              <w:t>.4 Determine roles and responsibilities of enterprise personnel in the audit process</w:t>
            </w:r>
          </w:p>
        </w:tc>
      </w:tr>
      <w:tr w:rsidR="00553CBE" w:rsidRPr="00963A46" w14:paraId="78622B7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FF759E" w14:textId="263F3C3D" w:rsidR="00553CBE" w:rsidRPr="00553CBE" w:rsidRDefault="00AD768A" w:rsidP="00553CBE">
            <w:pPr>
              <w:pStyle w:val="SIText"/>
            </w:pPr>
            <w:r>
              <w:t>5</w:t>
            </w:r>
            <w:r w:rsidR="00553CBE" w:rsidRPr="00553CBE">
              <w:t>. Accompany the external auditors</w:t>
            </w:r>
          </w:p>
        </w:tc>
        <w:tc>
          <w:tcPr>
            <w:tcW w:w="3604" w:type="pct"/>
            <w:shd w:val="clear" w:color="auto" w:fill="auto"/>
          </w:tcPr>
          <w:p w14:paraId="0692A9B4" w14:textId="62F6C9FF" w:rsidR="00553CBE" w:rsidRPr="00553CBE" w:rsidRDefault="00AD768A" w:rsidP="00553CBE">
            <w:pPr>
              <w:pStyle w:val="SIText"/>
            </w:pPr>
            <w:r>
              <w:t>5</w:t>
            </w:r>
            <w:r w:rsidR="00553CBE" w:rsidRPr="00553CBE">
              <w:t>.1 Facilitate entry and exit interviews</w:t>
            </w:r>
          </w:p>
          <w:p w14:paraId="3F4FEDCA" w14:textId="72BB26DF" w:rsidR="00553CBE" w:rsidRPr="00553CBE" w:rsidRDefault="00AD768A" w:rsidP="00553CBE">
            <w:pPr>
              <w:pStyle w:val="SIText"/>
            </w:pPr>
            <w:r>
              <w:t>5.</w:t>
            </w:r>
            <w:r w:rsidR="00553CBE" w:rsidRPr="00553CBE">
              <w:t>2 Escort external auditors for the duration of the audit in accordance with established arrangements and workplace procedures</w:t>
            </w:r>
          </w:p>
        </w:tc>
      </w:tr>
      <w:tr w:rsidR="00553CBE" w:rsidRPr="00963A46" w14:paraId="0D696F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529A3E" w14:textId="10CF2D9A" w:rsidR="00553CBE" w:rsidRPr="00553CBE" w:rsidRDefault="00AD768A" w:rsidP="00553CBE">
            <w:pPr>
              <w:pStyle w:val="SIText"/>
            </w:pPr>
            <w:r>
              <w:t>6</w:t>
            </w:r>
            <w:r w:rsidR="00553CBE" w:rsidRPr="00553CBE">
              <w:t>. Report on the external audit</w:t>
            </w:r>
          </w:p>
        </w:tc>
        <w:tc>
          <w:tcPr>
            <w:tcW w:w="3604" w:type="pct"/>
            <w:shd w:val="clear" w:color="auto" w:fill="auto"/>
          </w:tcPr>
          <w:p w14:paraId="57F876F5" w14:textId="771538B2" w:rsidR="00553CBE" w:rsidRPr="00553CBE" w:rsidRDefault="00AD768A" w:rsidP="00553CBE">
            <w:pPr>
              <w:pStyle w:val="SIText"/>
            </w:pPr>
            <w:r>
              <w:t>6</w:t>
            </w:r>
            <w:r w:rsidR="00553CBE" w:rsidRPr="00553CBE">
              <w:t>.1 Report external audit finding in accordance with workplace requirements</w:t>
            </w:r>
          </w:p>
          <w:p w14:paraId="71F884DE" w14:textId="042CF702" w:rsidR="00553CBE" w:rsidRPr="00553CBE" w:rsidRDefault="00AD768A" w:rsidP="00553CBE">
            <w:pPr>
              <w:pStyle w:val="SIText"/>
            </w:pPr>
            <w:r>
              <w:t>6</w:t>
            </w:r>
            <w:r w:rsidR="00553CBE" w:rsidRPr="00553CBE">
              <w:t>.2 Communicate external audit findings to relevant individuals</w:t>
            </w:r>
          </w:p>
          <w:p w14:paraId="01F41F82" w14:textId="4C0CC265" w:rsidR="00553CBE" w:rsidRPr="00553CBE" w:rsidRDefault="00AD768A" w:rsidP="00553CBE">
            <w:pPr>
              <w:pStyle w:val="SIText"/>
            </w:pPr>
            <w:r>
              <w:t>6</w:t>
            </w:r>
            <w:r w:rsidR="00553CBE" w:rsidRPr="00553CBE">
              <w:t>.3 Follow up on external audit findings and take corrective action, where appropriate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37F55" w:rsidRPr="00336FCA" w:rsidDel="00423CB2" w14:paraId="63152AC4" w14:textId="77777777" w:rsidTr="00CA2922">
        <w:trPr>
          <w:tblHeader/>
        </w:trPr>
        <w:tc>
          <w:tcPr>
            <w:tcW w:w="1396" w:type="pct"/>
          </w:tcPr>
          <w:p w14:paraId="03B1E8FF" w14:textId="0E25323E" w:rsidR="00D37F55" w:rsidRPr="00D37F55" w:rsidRDefault="00D37F55" w:rsidP="00AD768A">
            <w:pPr>
              <w:pStyle w:val="SIText"/>
              <w:rPr>
                <w:rFonts w:eastAsiaTheme="majorEastAsia"/>
              </w:rPr>
            </w:pPr>
            <w:r w:rsidRPr="00D37F55"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440525AD" w14:textId="77777777" w:rsidR="00D37F55" w:rsidRPr="00D37F55" w:rsidRDefault="00D37F55" w:rsidP="00D37F55">
            <w:pPr>
              <w:pStyle w:val="SIBulletList1"/>
              <w:rPr>
                <w:rFonts w:eastAsiaTheme="majorEastAsia"/>
              </w:rPr>
            </w:pPr>
            <w:r w:rsidRPr="00D37F55">
              <w:t>Gather and interpret evidence and make a judgment on the level of compliance</w:t>
            </w:r>
          </w:p>
          <w:p w14:paraId="5B443795" w14:textId="09E22244" w:rsidR="00D37F55" w:rsidRPr="00D37F55" w:rsidRDefault="00D37F55" w:rsidP="00AD768A">
            <w:pPr>
              <w:pStyle w:val="SIBulletList1"/>
              <w:rPr>
                <w:rFonts w:eastAsiaTheme="majorEastAsia"/>
              </w:rPr>
            </w:pPr>
            <w:r w:rsidRPr="00D37F55">
              <w:t>Use information systems, technologies and software to manage security, authorisation and distribution of review data and records</w:t>
            </w:r>
          </w:p>
        </w:tc>
      </w:tr>
      <w:tr w:rsidR="00D37F55" w:rsidRPr="00336FCA" w:rsidDel="00423CB2" w14:paraId="687645F7" w14:textId="77777777" w:rsidTr="00CA2922">
        <w:trPr>
          <w:tblHeader/>
        </w:trPr>
        <w:tc>
          <w:tcPr>
            <w:tcW w:w="1396" w:type="pct"/>
          </w:tcPr>
          <w:p w14:paraId="35AD004C" w14:textId="43494D51" w:rsidR="00D37F55" w:rsidRPr="00D37F55" w:rsidRDefault="00D37F55" w:rsidP="00AD768A">
            <w:pPr>
              <w:pStyle w:val="SIText"/>
              <w:rPr>
                <w:rFonts w:eastAsiaTheme="majorEastAsia"/>
              </w:rPr>
            </w:pPr>
            <w:r w:rsidRPr="00D37F55"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6E27E242" w14:textId="77777777" w:rsidR="00D37F55" w:rsidRPr="00D37F55" w:rsidRDefault="00D37F55" w:rsidP="00D37F55">
            <w:pPr>
              <w:pStyle w:val="SIBulletList1"/>
              <w:rPr>
                <w:rFonts w:eastAsiaTheme="majorEastAsia"/>
              </w:rPr>
            </w:pPr>
            <w:r w:rsidRPr="00D37F55">
              <w:rPr>
                <w:rFonts w:eastAsiaTheme="majorEastAsia"/>
              </w:rPr>
              <w:t>Interpret regulatory or commercial requirements for quality system</w:t>
            </w:r>
          </w:p>
          <w:p w14:paraId="48F13475" w14:textId="0C366A06" w:rsidR="00D37F55" w:rsidRPr="00CB4C62" w:rsidRDefault="00D37F55" w:rsidP="00AD768A">
            <w:pPr>
              <w:pStyle w:val="SIBulletList1"/>
              <w:rPr>
                <w:rFonts w:eastAsiaTheme="majorEastAsia"/>
              </w:rPr>
            </w:pPr>
            <w:r w:rsidRPr="00D37F55">
              <w:rPr>
                <w:rFonts w:eastAsiaTheme="majorEastAsia"/>
              </w:rPr>
              <w:t>Interpret detail in documents to determine conformance or non-conformance</w:t>
            </w:r>
          </w:p>
        </w:tc>
      </w:tr>
      <w:tr w:rsidR="00D37F55" w:rsidRPr="00336FCA" w:rsidDel="00423CB2" w14:paraId="51CBCA0C" w14:textId="77777777" w:rsidTr="00CA2922">
        <w:trPr>
          <w:tblHeader/>
        </w:trPr>
        <w:tc>
          <w:tcPr>
            <w:tcW w:w="1396" w:type="pct"/>
          </w:tcPr>
          <w:p w14:paraId="0DAA140D" w14:textId="6150AB88" w:rsidR="00D37F55" w:rsidRPr="00D37F55" w:rsidRDefault="00D37F55" w:rsidP="00AD768A">
            <w:pPr>
              <w:pStyle w:val="SIText"/>
              <w:rPr>
                <w:rFonts w:eastAsiaTheme="majorEastAsia"/>
              </w:rPr>
            </w:pPr>
            <w:r w:rsidRPr="00D37F55"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0CFDFDC" w14:textId="27ABFBFC" w:rsidR="00D37F55" w:rsidRPr="00D37F55" w:rsidRDefault="00D37F55" w:rsidP="00AD768A">
            <w:pPr>
              <w:pStyle w:val="SIBulletList1"/>
              <w:rPr>
                <w:rFonts w:eastAsiaTheme="majorEastAsia"/>
              </w:rPr>
            </w:pPr>
            <w:r w:rsidRPr="00D37F55">
              <w:t>Prepare factual and objective reports</w:t>
            </w:r>
          </w:p>
        </w:tc>
      </w:tr>
      <w:tr w:rsidR="00D37F55" w:rsidRPr="00336FCA" w:rsidDel="00423CB2" w14:paraId="19671043" w14:textId="77777777" w:rsidTr="00CA2922">
        <w:trPr>
          <w:tblHeader/>
        </w:trPr>
        <w:tc>
          <w:tcPr>
            <w:tcW w:w="1396" w:type="pct"/>
          </w:tcPr>
          <w:p w14:paraId="609813DD" w14:textId="720F8294" w:rsidR="00D37F55" w:rsidRPr="00D37F55" w:rsidRDefault="00D37F55" w:rsidP="00AD768A">
            <w:pPr>
              <w:pStyle w:val="SIText"/>
              <w:rPr>
                <w:rFonts w:eastAsiaTheme="majorEastAsia"/>
              </w:rPr>
            </w:pPr>
            <w:r w:rsidRPr="00D37F55"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453EE86A" w14:textId="6CC56F55" w:rsidR="00012463" w:rsidRPr="00012463" w:rsidRDefault="00D37F55" w:rsidP="00AD768A">
            <w:pPr>
              <w:pStyle w:val="SIBulletList1"/>
              <w:rPr>
                <w:rFonts w:eastAsiaTheme="majorEastAsia"/>
              </w:rPr>
            </w:pPr>
            <w:r w:rsidRPr="00D37F55">
              <w:rPr>
                <w:rFonts w:eastAsiaTheme="majorEastAsia"/>
              </w:rPr>
              <w:t xml:space="preserve">Interact </w:t>
            </w:r>
            <w:r w:rsidR="00012463">
              <w:rPr>
                <w:rFonts w:eastAsiaTheme="majorEastAsia"/>
              </w:rPr>
              <w:t xml:space="preserve">clearly and </w:t>
            </w:r>
            <w:r w:rsidRPr="00D37F55">
              <w:rPr>
                <w:rFonts w:eastAsiaTheme="majorEastAsia"/>
              </w:rPr>
              <w:t>effectively with team members</w:t>
            </w:r>
            <w:r w:rsidR="00012463">
              <w:rPr>
                <w:rFonts w:eastAsiaTheme="majorEastAsia"/>
              </w:rPr>
              <w:t xml:space="preserve"> and external auditors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08A44DE8" w14:textId="7C3CA234" w:rsidR="007A29C9" w:rsidRPr="007A29C9" w:rsidRDefault="007A29C9" w:rsidP="007A29C9">
            <w:r w:rsidRPr="007A29C9">
              <w:t>AMPQUA4X</w:t>
            </w:r>
            <w:r w:rsidR="00C2600C">
              <w:t>21</w:t>
            </w:r>
            <w:r w:rsidRPr="007A29C9">
              <w:t xml:space="preserve"> Prepare for and respond to an external audit of the establishment's quality system </w:t>
            </w:r>
          </w:p>
          <w:p w14:paraId="16AF823A" w14:textId="32DBD393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6623A6C9" w14:textId="36508B2A" w:rsidR="00041E59" w:rsidRPr="005404CB" w:rsidRDefault="007A29C9" w:rsidP="005404CB">
            <w:pPr>
              <w:pStyle w:val="SIText"/>
            </w:pPr>
            <w:r w:rsidRPr="007A29C9">
              <w:t xml:space="preserve">AMPX406 Manage or oversee an external audit of the establishment's quality system </w:t>
            </w:r>
          </w:p>
        </w:tc>
        <w:tc>
          <w:tcPr>
            <w:tcW w:w="1251" w:type="pct"/>
          </w:tcPr>
          <w:p w14:paraId="67058973" w14:textId="4AF79F27" w:rsidR="00D37F55" w:rsidRPr="00D37F55" w:rsidRDefault="00D37F55" w:rsidP="00D37F55">
            <w:r w:rsidRPr="00D37F55">
              <w:t>Unit code and title updated</w:t>
            </w:r>
          </w:p>
          <w:p w14:paraId="38EF1B27" w14:textId="58C1FC53" w:rsidR="00041E59" w:rsidRPr="005404CB" w:rsidRDefault="00D37F55" w:rsidP="00D37F55">
            <w:pPr>
              <w:pStyle w:val="SIText"/>
            </w:pPr>
            <w:r w:rsidRPr="00D37F55">
              <w:t>Performance criteria clarified</w:t>
            </w:r>
            <w:r w:rsidRPr="00D37F55">
              <w:br/>
              <w:t xml:space="preserve">Foundation </w:t>
            </w:r>
            <w:r w:rsidR="00AD768A">
              <w:t>S</w:t>
            </w:r>
            <w:r w:rsidRPr="00D37F55">
              <w:t>kills added</w:t>
            </w:r>
            <w:r w:rsidRPr="00D37F55">
              <w:br/>
              <w:t xml:space="preserve">Performance Evidence, Knowledge </w:t>
            </w:r>
            <w:r w:rsidR="00AD768A">
              <w:t>E</w:t>
            </w:r>
            <w:r w:rsidRPr="00D37F55">
              <w:t>vidence and Assessment Conditions revised</w:t>
            </w:r>
          </w:p>
        </w:tc>
        <w:tc>
          <w:tcPr>
            <w:tcW w:w="1616" w:type="pct"/>
          </w:tcPr>
          <w:p w14:paraId="44BBFF38" w14:textId="79C64563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5E0ACA61" w:rsidR="00F1480E" w:rsidRPr="005404CB" w:rsidRDefault="00AD768A" w:rsidP="005404CB">
            <w:pPr>
              <w:pStyle w:val="SIText"/>
            </w:pPr>
            <w:hyperlink r:id="rId11" w:history="1">
              <w:r w:rsidR="00AA6E10" w:rsidRPr="00AA6E10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4A0958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8055C" w:rsidRPr="00A8055C">
              <w:t>AMPQUA4X</w:t>
            </w:r>
            <w:r w:rsidR="00C2600C">
              <w:t>21</w:t>
            </w:r>
            <w:r w:rsidR="00A8055C" w:rsidRPr="00A8055C">
              <w:t xml:space="preserve"> Prepare for and respond to an external audit of the establishment's quality system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0D79252" w14:textId="77777777" w:rsidR="00012463" w:rsidRPr="00012463" w:rsidRDefault="00012463" w:rsidP="00012463">
            <w:pPr>
              <w:pStyle w:val="SIText"/>
            </w:pPr>
            <w:r w:rsidRPr="00012463">
              <w:t>An individual demonstrating competency must satisfy all of the elements and performance criteria in this unit.</w:t>
            </w:r>
          </w:p>
          <w:p w14:paraId="19154948" w14:textId="77777777" w:rsidR="00012463" w:rsidRPr="00012463" w:rsidRDefault="00012463" w:rsidP="00012463">
            <w:pPr>
              <w:pStyle w:val="SIText"/>
            </w:pPr>
          </w:p>
          <w:p w14:paraId="2BF0B07C" w14:textId="0468A832" w:rsidR="00012463" w:rsidRDefault="00012463" w:rsidP="00AD768A">
            <w:pPr>
              <w:pStyle w:val="SIText"/>
            </w:pPr>
            <w:r w:rsidRPr="00012463">
              <w:t xml:space="preserve">There must be evidence that the individual has </w:t>
            </w:r>
            <w:r>
              <w:t>p</w:t>
            </w:r>
            <w:r w:rsidRPr="00012463">
              <w:t>repare</w:t>
            </w:r>
            <w:r>
              <w:t>d</w:t>
            </w:r>
            <w:r w:rsidRPr="00012463">
              <w:t xml:space="preserve"> for</w:t>
            </w:r>
            <w:r>
              <w:t>,</w:t>
            </w:r>
            <w:r w:rsidRPr="00012463">
              <w:t xml:space="preserve"> and respond to</w:t>
            </w:r>
            <w:r>
              <w:t>,</w:t>
            </w:r>
            <w:r w:rsidRPr="00012463">
              <w:t xml:space="preserve"> </w:t>
            </w:r>
            <w:r>
              <w:t xml:space="preserve">at least one </w:t>
            </w:r>
            <w:r w:rsidRPr="00012463">
              <w:t xml:space="preserve">external audit of </w:t>
            </w:r>
            <w:r>
              <w:t>an</w:t>
            </w:r>
            <w:r w:rsidRPr="00012463">
              <w:t xml:space="preserve"> establishment's quality system</w:t>
            </w:r>
            <w:r>
              <w:t>, including:</w:t>
            </w:r>
          </w:p>
          <w:p w14:paraId="0F33BE96" w14:textId="17236023" w:rsidR="0041646A" w:rsidRPr="00CB4C62" w:rsidRDefault="0041646A" w:rsidP="00AD768A">
            <w:pPr>
              <w:pStyle w:val="SIBulletList1"/>
            </w:pPr>
            <w:r w:rsidRPr="00CB4C62">
              <w:t>schedule</w:t>
            </w:r>
            <w:r w:rsidR="00796A44" w:rsidRPr="00CB4C62">
              <w:t xml:space="preserve">d </w:t>
            </w:r>
            <w:r w:rsidRPr="00CB4C62">
              <w:t>and manage</w:t>
            </w:r>
            <w:r w:rsidR="00796A44" w:rsidRPr="00CB4C62">
              <w:t>d</w:t>
            </w:r>
            <w:r w:rsidRPr="00CB4C62">
              <w:t xml:space="preserve"> the planning for external audits</w:t>
            </w:r>
          </w:p>
          <w:p w14:paraId="39A8C01C" w14:textId="196510E3" w:rsidR="00796A44" w:rsidRPr="00CB4C62" w:rsidRDefault="00796A44" w:rsidP="00AD768A">
            <w:pPr>
              <w:pStyle w:val="SIBulletList1"/>
            </w:pPr>
            <w:r w:rsidRPr="00CB4C62">
              <w:t>prepared internal reports for auditors</w:t>
            </w:r>
            <w:r w:rsidR="00CB4C62">
              <w:t xml:space="preserve"> covering expected areas of focus</w:t>
            </w:r>
          </w:p>
          <w:p w14:paraId="5FB8E842" w14:textId="4AC9FABA" w:rsidR="00796A44" w:rsidRPr="00CB4C62" w:rsidRDefault="00CB4C62" w:rsidP="00AD768A">
            <w:pPr>
              <w:pStyle w:val="SIBulletList1"/>
            </w:pPr>
            <w:r w:rsidRPr="00CB4C62">
              <w:t>facilitated access and accompanied external auditors during audit</w:t>
            </w:r>
          </w:p>
          <w:p w14:paraId="49081BB4" w14:textId="52C19387" w:rsidR="00556C4C" w:rsidRPr="005404CB" w:rsidRDefault="00CB4C62" w:rsidP="00AD768A">
            <w:pPr>
              <w:pStyle w:val="SIBulletList1"/>
            </w:pPr>
            <w:r w:rsidRPr="00CB4C62">
              <w:t>reported the results of the external audit, inclu</w:t>
            </w:r>
            <w:r>
              <w:t>d</w:t>
            </w:r>
            <w:r w:rsidRPr="00CB4C62">
              <w:t>ing any corrective actions that need to be taken, to management.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513030FA" w14:textId="38DCBDF2" w:rsidR="00D37F55" w:rsidRPr="00D37F55" w:rsidRDefault="00D37F55" w:rsidP="00D37F55">
            <w:pPr>
              <w:pStyle w:val="SIText"/>
            </w:pPr>
            <w:r w:rsidRPr="00D37F55">
              <w:t>An individual must be able to demonstrate the knowledge required to perform the tasks outlined in the elements and performance criteria of this unit. This includes knowledge of:</w:t>
            </w:r>
          </w:p>
          <w:p w14:paraId="2F623619" w14:textId="77777777" w:rsidR="00D37F55" w:rsidRPr="00D37F55" w:rsidRDefault="00D37F55" w:rsidP="00D37F55">
            <w:pPr>
              <w:pStyle w:val="SIBulletList1"/>
            </w:pPr>
            <w:r w:rsidRPr="00D37F55">
              <w:t>regulatory and other requirements for external audits</w:t>
            </w:r>
          </w:p>
          <w:p w14:paraId="40D3C741" w14:textId="0FEC37E9" w:rsidR="00D37F55" w:rsidRPr="00D37F55" w:rsidRDefault="00D37F55" w:rsidP="00D37F55">
            <w:pPr>
              <w:pStyle w:val="SIBulletList1"/>
            </w:pPr>
            <w:r w:rsidRPr="00D37F55">
              <w:t>the specified regulatory and commercial requirements of the quality system and their impact on the nominated workplace</w:t>
            </w:r>
          </w:p>
          <w:p w14:paraId="178FD9B0" w14:textId="77777777" w:rsidR="00D37F55" w:rsidRPr="00D37F55" w:rsidRDefault="00D37F55" w:rsidP="00D37F55">
            <w:pPr>
              <w:pStyle w:val="SIBulletList1"/>
            </w:pPr>
            <w:r w:rsidRPr="00D37F55">
              <w:t>audit management strategies to develop an audit plan and audit processes</w:t>
            </w:r>
          </w:p>
          <w:p w14:paraId="049EFCF3" w14:textId="77777777" w:rsidR="00D37F55" w:rsidRPr="00D37F55" w:rsidRDefault="00D37F55" w:rsidP="00D37F55">
            <w:pPr>
              <w:pStyle w:val="SIBulletList1"/>
            </w:pPr>
            <w:r w:rsidRPr="00D37F55">
              <w:t>legislation, regulations, orders, codes and standards applicable to the areas being audited</w:t>
            </w:r>
          </w:p>
          <w:p w14:paraId="66608BB7" w14:textId="625A98BE" w:rsidR="00D37F55" w:rsidRPr="005404CB" w:rsidRDefault="00D37F55" w:rsidP="00D37F55">
            <w:pPr>
              <w:pStyle w:val="SIBulletList1"/>
            </w:pPr>
            <w:r w:rsidRPr="00D37F55">
              <w:t>the structure, authority levels and lines of reporting within the organisation.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EFF0768" w14:textId="77777777" w:rsidR="00D37F55" w:rsidRPr="00D37F55" w:rsidRDefault="00D37F55" w:rsidP="00D37F55">
            <w:pPr>
              <w:pStyle w:val="SIText"/>
            </w:pPr>
            <w:r w:rsidRPr="00D37F55">
              <w:t>Assessment of the skills in this unit of competency must take place under the following conditions:</w:t>
            </w:r>
          </w:p>
          <w:p w14:paraId="48CC0629" w14:textId="77777777" w:rsidR="00D37F55" w:rsidRPr="00D37F55" w:rsidRDefault="00D37F55" w:rsidP="00D37F55">
            <w:pPr>
              <w:pStyle w:val="SIBulletList1"/>
            </w:pPr>
            <w:r w:rsidRPr="00D37F55">
              <w:t>physical conditions:</w:t>
            </w:r>
          </w:p>
          <w:p w14:paraId="56152397" w14:textId="67CD9E0F" w:rsidR="00D37F55" w:rsidRPr="00D37F55" w:rsidRDefault="00D37F55" w:rsidP="00D37F55">
            <w:pPr>
              <w:pStyle w:val="SIBulletList2"/>
            </w:pPr>
            <w:r w:rsidRPr="00D37F55">
              <w:t xml:space="preserve">skills must be demonstrated in a </w:t>
            </w:r>
            <w:r w:rsidR="00A8055C">
              <w:t>food or meat</w:t>
            </w:r>
            <w:r w:rsidRPr="00D37F55">
              <w:t xml:space="preserve"> processing workplace or an environment that accurately represents workplace conditions</w:t>
            </w:r>
          </w:p>
          <w:p w14:paraId="040349C0" w14:textId="77777777" w:rsidR="00D37F55" w:rsidRPr="00D37F55" w:rsidRDefault="00D37F55" w:rsidP="00D37F55">
            <w:pPr>
              <w:pStyle w:val="SIBulletList1"/>
            </w:pPr>
            <w:r w:rsidRPr="00D37F55">
              <w:t>resources, equipment and materials:</w:t>
            </w:r>
          </w:p>
          <w:p w14:paraId="0D3101D3" w14:textId="77777777" w:rsidR="00D37F55" w:rsidRPr="00D37F55" w:rsidRDefault="00D37F55" w:rsidP="00D37F55">
            <w:pPr>
              <w:pStyle w:val="SIBulletList2"/>
            </w:pPr>
            <w:r w:rsidRPr="00D37F55">
              <w:t>workplace reporting and monitoring systems</w:t>
            </w:r>
          </w:p>
          <w:p w14:paraId="2C1FC289" w14:textId="77777777" w:rsidR="00D37F55" w:rsidRPr="00D37F55" w:rsidRDefault="00D37F55" w:rsidP="00D37F55">
            <w:pPr>
              <w:pStyle w:val="SIBulletList1"/>
            </w:pPr>
            <w:r w:rsidRPr="00D37F55">
              <w:t>specifications:</w:t>
            </w:r>
          </w:p>
          <w:p w14:paraId="5976D52A" w14:textId="18878668" w:rsidR="00D37F55" w:rsidRPr="00D37F55" w:rsidRDefault="00D37F55" w:rsidP="00D37F55">
            <w:pPr>
              <w:pStyle w:val="SIBulletList2"/>
            </w:pPr>
            <w:r w:rsidRPr="00D37F55">
              <w:t>policies and procedures that support the quality system</w:t>
            </w:r>
          </w:p>
          <w:p w14:paraId="3EDC8C77" w14:textId="77777777" w:rsidR="00D37F55" w:rsidRPr="00D37F55" w:rsidRDefault="00D37F55" w:rsidP="00D37F55">
            <w:pPr>
              <w:pStyle w:val="SIBulletList1"/>
            </w:pPr>
            <w:r w:rsidRPr="00D37F55">
              <w:t>relationships:</w:t>
            </w:r>
          </w:p>
          <w:p w14:paraId="2E0593C3" w14:textId="77777777" w:rsidR="00D37F55" w:rsidRPr="00D37F55" w:rsidRDefault="00D37F55" w:rsidP="00D37F55">
            <w:pPr>
              <w:pStyle w:val="SIBulletList2"/>
            </w:pPr>
            <w:r w:rsidRPr="00D37F55">
              <w:t>interactions with work team.</w:t>
            </w:r>
          </w:p>
          <w:p w14:paraId="27027436" w14:textId="77777777" w:rsidR="00D37F55" w:rsidRPr="00D37F55" w:rsidRDefault="00D37F55" w:rsidP="00D37F55">
            <w:pPr>
              <w:pStyle w:val="SIText"/>
            </w:pPr>
          </w:p>
          <w:p w14:paraId="72FC2BF3" w14:textId="78AEE505" w:rsidR="00F1480E" w:rsidRPr="00EC0F8E" w:rsidRDefault="00D37F55" w:rsidP="00EC0F8E">
            <w:pPr>
              <w:pStyle w:val="SIText"/>
            </w:pPr>
            <w:r w:rsidRPr="00D37F5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288163D6" w:rsidR="00F1480E" w:rsidRPr="005404CB" w:rsidRDefault="00AD768A" w:rsidP="005404CB">
            <w:pPr>
              <w:pStyle w:val="SIText"/>
            </w:pPr>
            <w:hyperlink r:id="rId12" w:history="1">
              <w:r w:rsidR="00B61940" w:rsidRPr="00B61940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3851F" w14:textId="77777777" w:rsidR="008B514A" w:rsidRDefault="008B514A" w:rsidP="00BF3F0A">
      <w:r>
        <w:separator/>
      </w:r>
    </w:p>
    <w:p w14:paraId="5EE6D831" w14:textId="77777777" w:rsidR="008B514A" w:rsidRDefault="008B514A"/>
  </w:endnote>
  <w:endnote w:type="continuationSeparator" w:id="0">
    <w:p w14:paraId="0BCBCF7C" w14:textId="77777777" w:rsidR="008B514A" w:rsidRDefault="008B514A" w:rsidP="00BF3F0A">
      <w:r>
        <w:continuationSeparator/>
      </w:r>
    </w:p>
    <w:p w14:paraId="24E37202" w14:textId="77777777" w:rsidR="008B514A" w:rsidRDefault="008B51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A4016" w14:textId="77777777" w:rsidR="00C300B5" w:rsidRDefault="00C300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D0E48" w14:textId="77777777" w:rsidR="00C300B5" w:rsidRDefault="00C300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8C254" w14:textId="77777777" w:rsidR="008B514A" w:rsidRDefault="008B514A" w:rsidP="00BF3F0A">
      <w:r>
        <w:separator/>
      </w:r>
    </w:p>
    <w:p w14:paraId="55A3E8DB" w14:textId="77777777" w:rsidR="008B514A" w:rsidRDefault="008B514A"/>
  </w:footnote>
  <w:footnote w:type="continuationSeparator" w:id="0">
    <w:p w14:paraId="1AF17783" w14:textId="77777777" w:rsidR="008B514A" w:rsidRDefault="008B514A" w:rsidP="00BF3F0A">
      <w:r>
        <w:continuationSeparator/>
      </w:r>
    </w:p>
    <w:p w14:paraId="3C82A353" w14:textId="77777777" w:rsidR="008B514A" w:rsidRDefault="008B51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E025A" w14:textId="77777777" w:rsidR="00C300B5" w:rsidRDefault="00C300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01E8CEBE" w:rsidR="009C2650" w:rsidRPr="006C0A53" w:rsidRDefault="00C300B5" w:rsidP="006C0A53">
    <w:sdt>
      <w:sdtPr>
        <w:rPr>
          <w:lang w:eastAsia="en-US"/>
        </w:rPr>
        <w:id w:val="1511265592"/>
        <w:docPartObj>
          <w:docPartGallery w:val="Watermarks"/>
          <w:docPartUnique/>
        </w:docPartObj>
      </w:sdtPr>
      <w:sdtContent>
        <w:r w:rsidRPr="00C300B5">
          <w:rPr>
            <w:lang w:eastAsia="en-US"/>
          </w:rPr>
          <w:pict w14:anchorId="4139C83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A29C9" w:rsidRPr="006C0A53">
      <w:rPr>
        <w:lang w:eastAsia="en-US"/>
      </w:rPr>
      <w:t>AMP</w:t>
    </w:r>
    <w:r w:rsidR="007A29C9">
      <w:t>QUA4X</w:t>
    </w:r>
    <w:r w:rsidR="00987129">
      <w:t>21</w:t>
    </w:r>
    <w:r w:rsidR="007A29C9" w:rsidRPr="006C0A53">
      <w:rPr>
        <w:lang w:eastAsia="en-US"/>
      </w:rPr>
      <w:t xml:space="preserve"> </w:t>
    </w:r>
    <w:r w:rsidR="007A29C9" w:rsidRPr="007A29C9">
      <w:t xml:space="preserve">Prepare for and respond to an external audit of the establishment's quality system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AAE80" w14:textId="77777777" w:rsidR="00C300B5" w:rsidRDefault="00C300B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A81B88"/>
    <w:multiLevelType w:val="multilevel"/>
    <w:tmpl w:val="EA0084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595E01"/>
    <w:multiLevelType w:val="multilevel"/>
    <w:tmpl w:val="1E564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BA63BF"/>
    <w:multiLevelType w:val="multilevel"/>
    <w:tmpl w:val="C86096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3"/>
  </w:num>
  <w:num w:numId="18">
    <w:abstractNumId w:val="3"/>
  </w:num>
  <w:num w:numId="19">
    <w:abstractNumId w:val="12"/>
  </w:num>
  <w:num w:numId="20">
    <w:abstractNumId w:val="1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463"/>
    <w:rsid w:val="000126D0"/>
    <w:rsid w:val="0001296A"/>
    <w:rsid w:val="00016803"/>
    <w:rsid w:val="00023992"/>
    <w:rsid w:val="000275AE"/>
    <w:rsid w:val="00030AF9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8F6"/>
    <w:rsid w:val="003C13AE"/>
    <w:rsid w:val="003C7152"/>
    <w:rsid w:val="003D2E73"/>
    <w:rsid w:val="003E72B6"/>
    <w:rsid w:val="003E7BBE"/>
    <w:rsid w:val="00403B14"/>
    <w:rsid w:val="004127E3"/>
    <w:rsid w:val="0041646A"/>
    <w:rsid w:val="00421571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036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3CBE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6E79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5B1"/>
    <w:rsid w:val="00652E62"/>
    <w:rsid w:val="00686A49"/>
    <w:rsid w:val="00687B62"/>
    <w:rsid w:val="00690C44"/>
    <w:rsid w:val="00695C89"/>
    <w:rsid w:val="006969D9"/>
    <w:rsid w:val="006A2B68"/>
    <w:rsid w:val="006C0A53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405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69D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6A44"/>
    <w:rsid w:val="007A29C9"/>
    <w:rsid w:val="007A300D"/>
    <w:rsid w:val="007D5A78"/>
    <w:rsid w:val="007E3BD1"/>
    <w:rsid w:val="007F1563"/>
    <w:rsid w:val="007F1EB2"/>
    <w:rsid w:val="007F44DB"/>
    <w:rsid w:val="007F5A8B"/>
    <w:rsid w:val="0080776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73F"/>
    <w:rsid w:val="00886790"/>
    <w:rsid w:val="008908DE"/>
    <w:rsid w:val="008A12ED"/>
    <w:rsid w:val="008A39D3"/>
    <w:rsid w:val="008B2C77"/>
    <w:rsid w:val="008B4AD2"/>
    <w:rsid w:val="008B514A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7129"/>
    <w:rsid w:val="00997BFC"/>
    <w:rsid w:val="009A407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497"/>
    <w:rsid w:val="00A3639E"/>
    <w:rsid w:val="00A5092E"/>
    <w:rsid w:val="00A554D6"/>
    <w:rsid w:val="00A56E14"/>
    <w:rsid w:val="00A6476B"/>
    <w:rsid w:val="00A76C6C"/>
    <w:rsid w:val="00A8055C"/>
    <w:rsid w:val="00A87356"/>
    <w:rsid w:val="00A92DD1"/>
    <w:rsid w:val="00AA5338"/>
    <w:rsid w:val="00AA5D02"/>
    <w:rsid w:val="00AA6E10"/>
    <w:rsid w:val="00AB1B8E"/>
    <w:rsid w:val="00AB3EC1"/>
    <w:rsid w:val="00AB46DE"/>
    <w:rsid w:val="00AC0696"/>
    <w:rsid w:val="00AC4C98"/>
    <w:rsid w:val="00AC5F6B"/>
    <w:rsid w:val="00AD3896"/>
    <w:rsid w:val="00AD5B47"/>
    <w:rsid w:val="00AD768A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1940"/>
    <w:rsid w:val="00B65BC7"/>
    <w:rsid w:val="00B746B9"/>
    <w:rsid w:val="00B848D4"/>
    <w:rsid w:val="00B865B7"/>
    <w:rsid w:val="00B970E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0C"/>
    <w:rsid w:val="00C26067"/>
    <w:rsid w:val="00C300B5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6B56"/>
    <w:rsid w:val="00C96AF3"/>
    <w:rsid w:val="00C97CCC"/>
    <w:rsid w:val="00CA0274"/>
    <w:rsid w:val="00CA139A"/>
    <w:rsid w:val="00CB4C6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F55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0E20"/>
    <w:rsid w:val="00E91BFF"/>
    <w:rsid w:val="00E92933"/>
    <w:rsid w:val="00E94FAD"/>
    <w:rsid w:val="00EB0AA4"/>
    <w:rsid w:val="00EB5C88"/>
    <w:rsid w:val="00EC0469"/>
    <w:rsid w:val="00EC0C3E"/>
    <w:rsid w:val="00EC0F8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303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A6E1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A407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3c625ec5-f4fe-4e46-a051-7a1a1cbc9aa7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CB2E11-C654-47F8-9DBA-0F2C659886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63</TotalTime>
  <Pages>3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37</cp:revision>
  <cp:lastPrinted>2016-05-27T05:21:00Z</cp:lastPrinted>
  <dcterms:created xsi:type="dcterms:W3CDTF">2021-08-09T02:15:00Z</dcterms:created>
  <dcterms:modified xsi:type="dcterms:W3CDTF">2022-02-15T00:33:00Z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Proposed for deletion</vt:lpwstr>
  </property>
  <property fmtid="{D5CDD505-2E9C-101B-9397-08002B2CF9AE}" pid="29" name="Meat Group">
    <vt:lpwstr>3 Quality/Food safety/WHS</vt:lpwstr>
  </property>
</Properties>
</file>